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008D0" w14:paraId="1581483E" w14:textId="77777777" w:rsidTr="00050DA7">
        <w:tc>
          <w:tcPr>
            <w:tcW w:w="4428" w:type="dxa"/>
          </w:tcPr>
          <w:p w14:paraId="41DDE369" w14:textId="6760F91F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432ECE">
              <w:t>VTS</w:t>
            </w:r>
            <w:r w:rsidR="00AC1F4D">
              <w:t xml:space="preserve"> Committee</w:t>
            </w:r>
          </w:p>
        </w:tc>
        <w:tc>
          <w:tcPr>
            <w:tcW w:w="5461" w:type="dxa"/>
          </w:tcPr>
          <w:p w14:paraId="450E4E14" w14:textId="4A05E0F4" w:rsidR="00385F4C" w:rsidRDefault="00336512" w:rsidP="008F4DC3">
            <w:pPr>
              <w:jc w:val="right"/>
            </w:pPr>
            <w:r>
              <w:t>DTEC5-6.2.2.16</w:t>
            </w:r>
          </w:p>
          <w:p w14:paraId="60F68C80" w14:textId="3BDA171F" w:rsidR="004C2324" w:rsidRPr="004008D0" w:rsidRDefault="00385F4C" w:rsidP="008F4DC3">
            <w:pPr>
              <w:jc w:val="right"/>
            </w:pPr>
            <w:r>
              <w:t>(</w:t>
            </w:r>
            <w:r w:rsidR="007A642A">
              <w:t>VTS58</w:t>
            </w:r>
            <w:r w:rsidR="004008D0" w:rsidRPr="004008D0">
              <w:t>-</w:t>
            </w:r>
            <w:r w:rsidR="005F0001">
              <w:t>12.2.</w:t>
            </w:r>
            <w:r w:rsidR="00CA2BD8">
              <w:t>2</w:t>
            </w:r>
            <w:r>
              <w:t>)</w:t>
            </w:r>
          </w:p>
          <w:p w14:paraId="7869FFA5" w14:textId="4620AA0A" w:rsidR="000348ED" w:rsidRPr="004008D0" w:rsidRDefault="000348ED" w:rsidP="008F4DC3">
            <w:pPr>
              <w:jc w:val="right"/>
            </w:pPr>
          </w:p>
        </w:tc>
      </w:tr>
      <w:tr w:rsidR="000348ED" w:rsidRPr="004008D0" w14:paraId="3BCC8CC0" w14:textId="77777777" w:rsidTr="00050DA7">
        <w:tc>
          <w:tcPr>
            <w:tcW w:w="4428" w:type="dxa"/>
          </w:tcPr>
          <w:p w14:paraId="1BBD2A33" w14:textId="106A301D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314CB0">
              <w:t>DTEC</w:t>
            </w:r>
            <w:r w:rsidR="00AC1F4D">
              <w:t xml:space="preserve"> Committee</w:t>
            </w:r>
          </w:p>
        </w:tc>
        <w:tc>
          <w:tcPr>
            <w:tcW w:w="5461" w:type="dxa"/>
          </w:tcPr>
          <w:p w14:paraId="4308986E" w14:textId="72AE603C" w:rsidR="000348ED" w:rsidRPr="004008D0" w:rsidRDefault="00D171F6" w:rsidP="008F4DC3">
            <w:pPr>
              <w:jc w:val="right"/>
            </w:pPr>
            <w:r>
              <w:t>2</w:t>
            </w:r>
            <w:r w:rsidR="00EA4A2C">
              <w:t>6</w:t>
            </w:r>
            <w:r w:rsidR="00AC1F4D" w:rsidRPr="004008D0">
              <w:t xml:space="preserve"> </w:t>
            </w:r>
            <w:r w:rsidR="00EA4A2C">
              <w:t>Sep</w:t>
            </w:r>
            <w:r w:rsidR="007A642A">
              <w:t xml:space="preserve">tember </w:t>
            </w:r>
            <w:r w:rsidR="00AC1F4D" w:rsidRPr="004008D0">
              <w:t>2025</w:t>
            </w:r>
          </w:p>
        </w:tc>
      </w:tr>
    </w:tbl>
    <w:p w14:paraId="314084F5" w14:textId="77777777" w:rsidR="000348ED" w:rsidRPr="00AA2626" w:rsidRDefault="00AA2626" w:rsidP="002B0236">
      <w:pPr>
        <w:pStyle w:val="Title"/>
      </w:pPr>
      <w:r>
        <w:t>LIAISON NOTE</w:t>
      </w:r>
    </w:p>
    <w:p w14:paraId="1339715D" w14:textId="036A2165" w:rsidR="000348ED" w:rsidRPr="00AA2626" w:rsidRDefault="00120BA4" w:rsidP="006F259F">
      <w:pPr>
        <w:pStyle w:val="Title"/>
      </w:pPr>
      <w:r>
        <w:t>Re</w:t>
      </w:r>
      <w:r w:rsidR="00DE5081" w:rsidRPr="00DE5081">
        <w:t xml:space="preserve">sponse on </w:t>
      </w:r>
      <w:r w:rsidR="006F259F">
        <w:t>inp</w:t>
      </w:r>
      <w:r w:rsidR="00DE5081" w:rsidRPr="00DE5081">
        <w:t>ut paper “Discussion on Task to Develop a Discussion Paper on Digitalisation in the Scope of IALA”</w:t>
      </w:r>
      <w:r w:rsidR="006F259F">
        <w:t xml:space="preserve"> </w:t>
      </w:r>
      <w:r w:rsidR="003079F1">
        <w:t xml:space="preserve"> </w:t>
      </w:r>
    </w:p>
    <w:p w14:paraId="1DBEC5C5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BC5965E" w14:textId="7D8D428F" w:rsidR="00AC1F4D" w:rsidRPr="00AA2626" w:rsidRDefault="00102704" w:rsidP="002B0236">
      <w:pPr>
        <w:pStyle w:val="BodyText"/>
      </w:pPr>
      <w:r w:rsidRPr="00102704">
        <w:t xml:space="preserve">The </w:t>
      </w:r>
      <w:r w:rsidR="007A642A">
        <w:t xml:space="preserve">VTS Committee has been asked by </w:t>
      </w:r>
      <w:r w:rsidR="00830AB0">
        <w:t xml:space="preserve">DTEC </w:t>
      </w:r>
      <w:r w:rsidR="007A642A">
        <w:t xml:space="preserve">to provide </w:t>
      </w:r>
      <w:r w:rsidR="00830AB0">
        <w:t xml:space="preserve">VTS related comments on the templates </w:t>
      </w:r>
      <w:r w:rsidR="0095338F">
        <w:t>contained within the Liaison Note on</w:t>
      </w:r>
      <w:r w:rsidR="00830AB0">
        <w:t xml:space="preserve"> “</w:t>
      </w:r>
      <w:r w:rsidR="00830AB0" w:rsidRPr="00830AB0">
        <w:t xml:space="preserve">Discussion on Task to Develop a Discussion Paper on Digitalisation in the Scope of IALA” </w:t>
      </w:r>
      <w:r w:rsidR="00422945">
        <w:t xml:space="preserve">.  </w:t>
      </w:r>
    </w:p>
    <w:p w14:paraId="6A9C1F19" w14:textId="7CAA2930" w:rsidR="00902AA4" w:rsidRDefault="00635710" w:rsidP="002B0236">
      <w:pPr>
        <w:pStyle w:val="Heading1"/>
      </w:pPr>
      <w:r>
        <w:t>VTS Committee Comments</w:t>
      </w:r>
    </w:p>
    <w:p w14:paraId="09C43D65" w14:textId="1A54E0FE" w:rsidR="00F32E15" w:rsidRDefault="00DA182C" w:rsidP="00EB056A">
      <w:pPr>
        <w:pStyle w:val="BodyText"/>
        <w:rPr>
          <w:bCs/>
        </w:rPr>
      </w:pPr>
      <w:r>
        <w:t xml:space="preserve">The VTS Committee notes and supports the comments made by ARM in paper </w:t>
      </w:r>
      <w:r w:rsidR="00D0717B">
        <w:t>PAP58-2.6.3</w:t>
      </w:r>
      <w:r>
        <w:t xml:space="preserve"> </w:t>
      </w:r>
      <w:r w:rsidR="00D0717B">
        <w:t>(ARM20-11.1.1)</w:t>
      </w:r>
      <w:r>
        <w:t xml:space="preserve"> however we have additionally added comment to the template </w:t>
      </w:r>
      <w:r w:rsidR="000C1673">
        <w:t>in input paper VTS58-7.2.3 from DTEC.</w:t>
      </w:r>
      <w:r w:rsidR="00EB056A">
        <w:t xml:space="preserve"> See Annex </w:t>
      </w:r>
      <w:r w:rsidR="00EB056A">
        <w:rPr>
          <w:b/>
        </w:rPr>
        <w:t>B1</w:t>
      </w:r>
      <w:r w:rsidR="00CA2BD8">
        <w:rPr>
          <w:b/>
        </w:rPr>
        <w:t xml:space="preserve"> </w:t>
      </w:r>
      <w:r w:rsidR="00CA2BD8" w:rsidRPr="00CA2BD8">
        <w:rPr>
          <w:bCs/>
        </w:rPr>
        <w:t>below</w:t>
      </w:r>
      <w:r w:rsidR="008D163C">
        <w:rPr>
          <w:bCs/>
        </w:rPr>
        <w:t>.</w:t>
      </w:r>
    </w:p>
    <w:p w14:paraId="7BDDEAED" w14:textId="1CDD4C2E" w:rsidR="008D163C" w:rsidRPr="005F0001" w:rsidRDefault="00B94426" w:rsidP="00EB056A">
      <w:pPr>
        <w:pStyle w:val="BodyText"/>
        <w:rPr>
          <w:b/>
        </w:rPr>
      </w:pPr>
      <w:r>
        <w:rPr>
          <w:bCs/>
        </w:rPr>
        <w:t xml:space="preserve">It should be noted </w:t>
      </w:r>
      <w:r w:rsidR="00CE6368">
        <w:rPr>
          <w:bCs/>
        </w:rPr>
        <w:t xml:space="preserve">that the </w:t>
      </w:r>
      <w:r w:rsidR="008D163C">
        <w:rPr>
          <w:bCs/>
        </w:rPr>
        <w:t xml:space="preserve">VTS Committee </w:t>
      </w:r>
      <w:r w:rsidR="0022775A">
        <w:rPr>
          <w:bCs/>
        </w:rPr>
        <w:t>has provided a Liaison Note to ARM at VTS56 (VTS56-12.3.3)</w:t>
      </w:r>
      <w:r w:rsidR="00C8796C">
        <w:rPr>
          <w:bCs/>
        </w:rPr>
        <w:t xml:space="preserve"> which included roadmap details for S</w:t>
      </w:r>
      <w:r w:rsidR="00357A2A">
        <w:rPr>
          <w:bCs/>
        </w:rPr>
        <w:t>-</w:t>
      </w:r>
      <w:r w:rsidR="00C8796C">
        <w:rPr>
          <w:bCs/>
        </w:rPr>
        <w:t>200</w:t>
      </w:r>
      <w:r w:rsidR="007427B9">
        <w:rPr>
          <w:bCs/>
        </w:rPr>
        <w:t xml:space="preserve">. </w:t>
      </w:r>
      <w:r w:rsidR="00581666">
        <w:rPr>
          <w:bCs/>
        </w:rPr>
        <w:t>D</w:t>
      </w:r>
      <w:r w:rsidR="007427B9">
        <w:rPr>
          <w:bCs/>
        </w:rPr>
        <w:t xml:space="preserve">ates </w:t>
      </w:r>
      <w:r w:rsidR="00581666">
        <w:rPr>
          <w:bCs/>
        </w:rPr>
        <w:t xml:space="preserve">and tasks </w:t>
      </w:r>
      <w:r w:rsidR="007427B9">
        <w:rPr>
          <w:bCs/>
        </w:rPr>
        <w:t xml:space="preserve">have been updated in </w:t>
      </w:r>
      <w:r>
        <w:rPr>
          <w:bCs/>
        </w:rPr>
        <w:t>this new Liaison Note VTS58-12.2.2 in Annex B</w:t>
      </w:r>
      <w:r w:rsidR="00581666">
        <w:rPr>
          <w:bCs/>
        </w:rPr>
        <w:t xml:space="preserve"> below</w:t>
      </w:r>
      <w:r>
        <w:rPr>
          <w:bCs/>
        </w:rPr>
        <w:t>.</w:t>
      </w:r>
      <w:r w:rsidR="0022775A">
        <w:rPr>
          <w:bCs/>
        </w:rPr>
        <w:t xml:space="preserve"> </w:t>
      </w:r>
    </w:p>
    <w:p w14:paraId="297E7733" w14:textId="77777777" w:rsidR="009F5C36" w:rsidRPr="00CE6368" w:rsidRDefault="008E7A45" w:rsidP="00CE6368">
      <w:pPr>
        <w:pStyle w:val="Heading1"/>
        <w:tabs>
          <w:tab w:val="clear" w:pos="432"/>
        </w:tabs>
        <w:ind w:left="567" w:hanging="567"/>
      </w:pPr>
      <w:r w:rsidRPr="00CE6368">
        <w:t>ACTION REQUESTED</w:t>
      </w:r>
    </w:p>
    <w:p w14:paraId="1269B35C" w14:textId="06B19FC9" w:rsidR="00BD1850" w:rsidRPr="005F0001" w:rsidRDefault="00BD1850" w:rsidP="00526766">
      <w:pPr>
        <w:pStyle w:val="BodyText"/>
      </w:pPr>
      <w:r w:rsidRPr="005F0001">
        <w:t xml:space="preserve">The </w:t>
      </w:r>
      <w:r w:rsidR="00EB056A" w:rsidRPr="005F0001">
        <w:t>DTEC</w:t>
      </w:r>
      <w:r w:rsidRPr="005F0001">
        <w:t xml:space="preserve"> Committee is requested to:</w:t>
      </w:r>
    </w:p>
    <w:p w14:paraId="3E6DDB7D" w14:textId="6EA4D46F" w:rsidR="00E178C5" w:rsidRPr="005F0001" w:rsidRDefault="00CE6368" w:rsidP="00022896">
      <w:pPr>
        <w:pStyle w:val="BodyText"/>
        <w:numPr>
          <w:ilvl w:val="0"/>
          <w:numId w:val="27"/>
        </w:numPr>
      </w:pPr>
      <w:r>
        <w:t>n</w:t>
      </w:r>
      <w:r w:rsidR="00902DAF" w:rsidRPr="005F0001">
        <w:t>ote</w:t>
      </w:r>
      <w:r w:rsidR="00BD1850" w:rsidRPr="005F0001">
        <w:t xml:space="preserve"> the </w:t>
      </w:r>
      <w:r w:rsidR="002311D3" w:rsidRPr="005F0001">
        <w:t xml:space="preserve">response </w:t>
      </w:r>
      <w:r w:rsidR="00902DAF" w:rsidRPr="005F0001">
        <w:t xml:space="preserve">and suggestions </w:t>
      </w:r>
      <w:r w:rsidR="002311D3" w:rsidRPr="005F0001">
        <w:t xml:space="preserve">from </w:t>
      </w:r>
      <w:r w:rsidR="00902DAF" w:rsidRPr="005F0001">
        <w:t xml:space="preserve">the </w:t>
      </w:r>
      <w:r w:rsidR="002311D3" w:rsidRPr="005F0001">
        <w:t xml:space="preserve">VTS </w:t>
      </w:r>
      <w:r w:rsidR="00022896" w:rsidRPr="005F0001">
        <w:t>Committee</w:t>
      </w:r>
      <w:r>
        <w:t>;</w:t>
      </w:r>
      <w:r w:rsidR="00022896" w:rsidRPr="005F0001">
        <w:t xml:space="preserve"> </w:t>
      </w:r>
      <w:r w:rsidR="00E178C5" w:rsidRPr="005F0001">
        <w:t>and</w:t>
      </w:r>
    </w:p>
    <w:p w14:paraId="7C129354" w14:textId="141C3A9B" w:rsidR="00022896" w:rsidRPr="005F0001" w:rsidRDefault="00CE6368" w:rsidP="00022896">
      <w:pPr>
        <w:pStyle w:val="BodyText"/>
        <w:numPr>
          <w:ilvl w:val="0"/>
          <w:numId w:val="27"/>
        </w:numPr>
      </w:pPr>
      <w:proofErr w:type="gramStart"/>
      <w:r>
        <w:t>t</w:t>
      </w:r>
      <w:r w:rsidR="00902DAF" w:rsidRPr="005F0001">
        <w:t xml:space="preserve">ake </w:t>
      </w:r>
      <w:r w:rsidR="00022896" w:rsidRPr="005F0001">
        <w:t>action</w:t>
      </w:r>
      <w:proofErr w:type="gramEnd"/>
      <w:r w:rsidR="00022896" w:rsidRPr="005F0001">
        <w:t xml:space="preserve"> accordingly.</w:t>
      </w:r>
    </w:p>
    <w:p w14:paraId="6FAB0595" w14:textId="01132E3C" w:rsidR="00BD1850" w:rsidRPr="00BF1DD7" w:rsidRDefault="00BD1850" w:rsidP="00022896">
      <w:pPr>
        <w:pStyle w:val="BodyText"/>
        <w:ind w:left="720"/>
        <w:rPr>
          <w:color w:val="FF0000"/>
        </w:rPr>
      </w:pPr>
    </w:p>
    <w:p w14:paraId="58F92B75" w14:textId="77777777" w:rsidR="00897004" w:rsidRDefault="00897004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7E52A067" w14:textId="77777777" w:rsidR="00CD7A2F" w:rsidRDefault="00CD7A2F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3CF54CDF" w14:textId="77777777" w:rsidR="00CD7A2F" w:rsidRDefault="00CD7A2F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7FEBDDD7" w14:textId="77777777" w:rsidR="00CD7A2F" w:rsidRDefault="00CD7A2F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28600C4E" w14:textId="77777777" w:rsidR="00CD7A2F" w:rsidRDefault="00CD7A2F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3D793C3B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34CEABB0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688C312C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7CC2CDF9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2A910D10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63C6070B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5B670917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6A7C3E2F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7F9F61A1" w14:textId="77777777" w:rsidR="005F0001" w:rsidRDefault="005F0001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24526577" w14:textId="77777777" w:rsidR="00CD7A2F" w:rsidRDefault="00CD7A2F" w:rsidP="00902DAF">
      <w:pPr>
        <w:pStyle w:val="List1"/>
        <w:numPr>
          <w:ilvl w:val="0"/>
          <w:numId w:val="0"/>
        </w:numPr>
        <w:rPr>
          <w:lang w:val="en-GB"/>
        </w:rPr>
      </w:pPr>
    </w:p>
    <w:p w14:paraId="64526EC5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  <w:lang w:eastAsia="ja-JP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t xml:space="preserve">     </w:t>
      </w:r>
      <w:bookmarkStart w:id="0" w:name="OLE_LINK7"/>
      <w:r>
        <w:rPr>
          <w:rFonts w:asciiTheme="minorHAnsi" w:hAnsiTheme="minorHAnsi" w:cstheme="minorHAnsi"/>
          <w:b/>
          <w:bCs/>
          <w:noProof/>
          <w:sz w:val="28"/>
          <w:szCs w:val="28"/>
        </w:rPr>
        <w:t>ANNEX B-1</w:t>
      </w:r>
    </w:p>
    <w:p w14:paraId="4970564E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75ABC6E6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bookmarkStart w:id="1" w:name="OLE_LINK5"/>
      <w:r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published IALA Committee work programme 2023</w:t>
      </w:r>
    </w:p>
    <w:p w14:paraId="59FA5A37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  <w:lang w:val="en-SG"/>
        </w:rPr>
        <w:t>2027 information at IALA website. Subcommittee are welcome to include</w:t>
      </w:r>
      <w:r>
        <w:rPr>
          <w:rFonts w:asciiTheme="minorHAnsi" w:hAnsiTheme="minorHAnsi" w:cstheme="minorHAnsi"/>
          <w:sz w:val="24"/>
          <w:szCs w:val="24"/>
          <w:lang w:val="en-SG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additional tasks relevant</w:t>
      </w:r>
    </w:p>
    <w:p w14:paraId="7463E923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  <w:bookmarkEnd w:id="1"/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91"/>
        <w:gridCol w:w="3515"/>
        <w:gridCol w:w="2268"/>
        <w:gridCol w:w="3254"/>
      </w:tblGrid>
      <w:tr w:rsidR="00CD7A2F" w14:paraId="20D4F30E" w14:textId="77777777" w:rsidTr="00CD7A2F">
        <w:trPr>
          <w:trHeight w:val="499"/>
          <w:jc w:val="center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hideMark/>
          </w:tcPr>
          <w:p w14:paraId="37F3D8E7" w14:textId="5F0A7DA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  <w:lang w:val="en-GB"/>
              </w:rPr>
            </w:pPr>
            <w:bookmarkStart w:id="2" w:name="_Hlk193993363"/>
            <w:bookmarkEnd w:id="0"/>
            <w:r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>Template for Input Gathering from ARM</w:t>
            </w:r>
            <w:r w:rsidR="00357A2A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 </w:t>
            </w:r>
          </w:p>
        </w:tc>
      </w:tr>
      <w:tr w:rsidR="00CD7A2F" w14:paraId="46AABC89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D317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F396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1BA9435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(Under Development)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81E5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Projected Timeline for Completion</w:t>
            </w:r>
          </w:p>
          <w:p w14:paraId="4BFFE37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718F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 xml:space="preserve">Remarks </w:t>
            </w:r>
          </w:p>
          <w:p w14:paraId="1B166EF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CD7A2F" w14:paraId="2974C396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FBB5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213A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S-201 Aids to Navigation Information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BA5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D4C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1A7F473E" w14:textId="77777777" w:rsidTr="00170B5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01274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noProof/>
                <w:color w:val="FF0000"/>
                <w:lang w:val="en-SG"/>
              </w:rPr>
            </w:pPr>
            <w:r w:rsidRPr="00170B5F">
              <w:rPr>
                <w:rFonts w:asciiTheme="minorHAnsi" w:hAnsiTheme="minorHAnsi" w:cstheme="minorHAnsi"/>
                <w:noProof/>
                <w:lang w:val="en-SG"/>
              </w:rPr>
              <w:t>2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0D87C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rFonts w:asciiTheme="minorHAnsi" w:hAnsiTheme="minorHAnsi" w:cstheme="minorHAnsi"/>
                <w:noProof/>
                <w:color w:val="FF0000"/>
                <w:lang w:val="en-SG"/>
              </w:rPr>
            </w:pPr>
            <w:r w:rsidRPr="00170B5F">
              <w:rPr>
                <w:rFonts w:asciiTheme="minorHAnsi" w:hAnsiTheme="minorHAnsi" w:cstheme="minorHAnsi"/>
                <w:noProof/>
                <w:lang w:val="en-SG"/>
              </w:rPr>
              <w:t>S-210 Inter-VTS Exchange Format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001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color w:val="FF0000"/>
                <w:highlight w:val="yellow"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538C2" w14:textId="287D9807" w:rsidR="00CD7A2F" w:rsidRPr="00170B5F" w:rsidRDefault="00357A2A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From VTS - </w:t>
            </w:r>
            <w:r w:rsidR="00CD7A2F" w:rsidRPr="00170B5F">
              <w:rPr>
                <w:rFonts w:asciiTheme="minorHAnsi" w:hAnsiTheme="minorHAnsi" w:cstheme="minorHAnsi"/>
                <w:noProof/>
              </w:rPr>
              <w:t>Responsibility of the VTS Committee</w:t>
            </w:r>
          </w:p>
        </w:tc>
        <w:bookmarkEnd w:id="2"/>
      </w:tr>
      <w:tr w:rsidR="00CD7A2F" w14:paraId="62FEC137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CC40E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170B5F">
              <w:rPr>
                <w:rFonts w:asciiTheme="minorHAnsi" w:hAnsiTheme="minorHAnsi" w:cstheme="minorHAnsi"/>
                <w:noProof/>
                <w:lang w:val="en-SG"/>
              </w:rPr>
              <w:t>3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A1F34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170B5F">
              <w:rPr>
                <w:rFonts w:asciiTheme="minorHAnsi" w:hAnsiTheme="minorHAnsi" w:cstheme="minorHAnsi"/>
                <w:noProof/>
                <w:lang w:val="en-SG"/>
              </w:rPr>
              <w:t>S-211 Port Call Message Format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111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highlight w:val="red"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87B4B" w14:textId="0A87009B" w:rsidR="00CD7A2F" w:rsidRPr="00170B5F" w:rsidRDefault="00357A2A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From VTS - </w:t>
            </w:r>
            <w:r w:rsidR="002404BA">
              <w:rPr>
                <w:rFonts w:asciiTheme="minorHAnsi" w:hAnsiTheme="minorHAnsi" w:cstheme="minorHAnsi"/>
                <w:noProof/>
              </w:rPr>
              <w:t>Not worked on by IALA</w:t>
            </w:r>
          </w:p>
        </w:tc>
      </w:tr>
      <w:tr w:rsidR="00CD7A2F" w14:paraId="73AE8273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73412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170B5F">
              <w:rPr>
                <w:rFonts w:asciiTheme="minorHAnsi" w:hAnsiTheme="minorHAnsi" w:cstheme="minorHAnsi"/>
                <w:noProof/>
                <w:lang w:val="en-SG"/>
              </w:rPr>
              <w:t>4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56F41" w14:textId="77777777" w:rsidR="00CD7A2F" w:rsidRPr="00170B5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170B5F">
              <w:rPr>
                <w:rFonts w:asciiTheme="minorHAnsi" w:hAnsiTheme="minorHAnsi" w:cstheme="minorHAnsi"/>
                <w:noProof/>
                <w:lang w:val="en-SG"/>
              </w:rPr>
              <w:t>S-212 VTS Digital Service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9ECD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color w:val="FF0000"/>
                <w:highlight w:val="yellow"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031AD" w14:textId="782EEAEF" w:rsidR="00CD7A2F" w:rsidRPr="00170B5F" w:rsidRDefault="00357A2A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From VTS - </w:t>
            </w:r>
            <w:r w:rsidR="00CD7A2F" w:rsidRPr="00170B5F">
              <w:rPr>
                <w:rFonts w:asciiTheme="minorHAnsi" w:hAnsiTheme="minorHAnsi" w:cstheme="minorHAnsi"/>
                <w:noProof/>
              </w:rPr>
              <w:t xml:space="preserve">Responsibility of the VTS Committee </w:t>
            </w:r>
          </w:p>
        </w:tc>
      </w:tr>
      <w:tr w:rsidR="00CD7A2F" w14:paraId="302FD289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F765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5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C4F3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S-240 DGNSS Station Almanac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8F6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328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16323985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CB0C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6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6A86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S-245 eLoran ASF Data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800D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13A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6444DCA6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56CF9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7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2552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S-230 Application Specific Message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00E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419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679081E3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1BF5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8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57FA9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S-246 eLoran Station Almanac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4C2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A67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1A6F611E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3C1D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9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F85C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  <w:r>
              <w:rPr>
                <w:rFonts w:asciiTheme="minorHAnsi" w:hAnsiTheme="minorHAnsi" w:cstheme="minorHAnsi"/>
                <w:noProof/>
              </w:rPr>
              <w:t>Develop guidance on the</w:t>
            </w:r>
          </w:p>
          <w:p w14:paraId="617B2F9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provision of AtoN and risk</w:t>
            </w:r>
          </w:p>
          <w:p w14:paraId="4DDE15C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management for autonomous</w:t>
            </w:r>
          </w:p>
          <w:p w14:paraId="5BF5CC7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vehicle/vessel operations(MASS)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2611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3004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565804FA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D78F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10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676F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  <w:r>
              <w:rPr>
                <w:rFonts w:asciiTheme="minorHAnsi" w:hAnsiTheme="minorHAnsi" w:cstheme="minorHAnsi"/>
                <w:noProof/>
              </w:rPr>
              <w:t>Develop a Guideline for Risk</w:t>
            </w:r>
          </w:p>
          <w:p w14:paraId="5C4FD14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Assessment and Cyber Security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826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8B4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52793D0C" w14:textId="77777777" w:rsidTr="00CD7A2F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3DC4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11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5D05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  <w:r>
              <w:rPr>
                <w:rFonts w:asciiTheme="minorHAnsi" w:hAnsiTheme="minorHAnsi" w:cstheme="minorHAnsi"/>
                <w:noProof/>
              </w:rPr>
              <w:t>Develop Recommendation and</w:t>
            </w:r>
          </w:p>
          <w:p w14:paraId="4076062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Guideline on the use of</w:t>
            </w:r>
          </w:p>
          <w:p w14:paraId="0AD5CAC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Drones for AtoN inspection and</w:t>
            </w:r>
          </w:p>
          <w:p w14:paraId="46D0DCE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maintenance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74F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FD6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637A6E00" w14:textId="77777777" w:rsidTr="00CD7A2F">
        <w:trPr>
          <w:trHeight w:val="499"/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7CD1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12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2CD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4DF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59E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5F44B507" w14:textId="77777777" w:rsidTr="00CD7A2F">
        <w:trPr>
          <w:trHeight w:val="549"/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AE9D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13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9AFE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FFD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D91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  <w:tr w:rsidR="00CD7A2F" w14:paraId="55ED0EB3" w14:textId="77777777" w:rsidTr="00CD7A2F">
        <w:trPr>
          <w:trHeight w:val="698"/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1ADA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14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A16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11A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A618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36CE4C3F" w14:textId="77777777" w:rsidR="00CE6368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bookmarkStart w:id="3" w:name="OLE_LINK8"/>
      <w:bookmarkStart w:id="4" w:name="OLE_LINK6"/>
      <w:r>
        <w:rPr>
          <w:rFonts w:asciiTheme="minorHAnsi" w:hAnsiTheme="minorHAnsi" w:cstheme="minorHAnsi"/>
          <w:b/>
          <w:bCs/>
          <w:noProof/>
          <w:sz w:val="28"/>
          <w:szCs w:val="28"/>
        </w:rPr>
        <w:t xml:space="preserve">     </w:t>
      </w:r>
    </w:p>
    <w:p w14:paraId="0259D6E0" w14:textId="1A0116A4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>ANNEX B-2</w:t>
      </w:r>
    </w:p>
    <w:p w14:paraId="4B950DCA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303EE3FD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published IALA Committee work programme 2023</w:t>
      </w:r>
    </w:p>
    <w:p w14:paraId="77BD3713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  <w:lang w:val="en-SG"/>
        </w:rPr>
        <w:t>2027 information at IALA website. Subcommittee are welcome to include</w:t>
      </w:r>
      <w:r>
        <w:rPr>
          <w:rFonts w:asciiTheme="minorHAnsi" w:hAnsiTheme="minorHAnsi" w:cstheme="minorHAnsi"/>
          <w:sz w:val="24"/>
          <w:szCs w:val="24"/>
          <w:lang w:val="en-SG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additional tasks relevant</w:t>
      </w:r>
    </w:p>
    <w:p w14:paraId="30F6CFC3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855"/>
        <w:gridCol w:w="3109"/>
        <w:gridCol w:w="2127"/>
        <w:gridCol w:w="3537"/>
      </w:tblGrid>
      <w:tr w:rsidR="00CD7A2F" w14:paraId="4D6CE749" w14:textId="77777777" w:rsidTr="00CD7A2F">
        <w:trPr>
          <w:trHeight w:val="641"/>
          <w:jc w:val="center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hideMark/>
          </w:tcPr>
          <w:bookmarkEnd w:id="3"/>
          <w:p w14:paraId="078D290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VTS  </w:t>
            </w:r>
          </w:p>
        </w:tc>
      </w:tr>
      <w:tr w:rsidR="00CD7A2F" w14:paraId="3C778D08" w14:textId="77777777" w:rsidTr="00CD7A2F">
        <w:trPr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1B64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9DA8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1A71D4C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D68D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Projected Timeline for Completion</w:t>
            </w:r>
          </w:p>
          <w:p w14:paraId="63AB7B3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38E0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 xml:space="preserve">Remarks </w:t>
            </w:r>
          </w:p>
          <w:p w14:paraId="518D801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CD7A2F" w14:paraId="65794508" w14:textId="77777777" w:rsidTr="00CD7A2F">
        <w:trPr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A38D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4184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US"/>
              </w:rPr>
              <w:t>Guideline on the implications of MASS from a VTS perspective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2DA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  <w:lang w:val="en-GB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ED88" w14:textId="0883D800" w:rsidR="00CD7A2F" w:rsidRDefault="00632514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On hold</w:t>
            </w:r>
          </w:p>
        </w:tc>
      </w:tr>
      <w:tr w:rsidR="00CD7A2F" w14:paraId="1DD4FD1B" w14:textId="77777777" w:rsidTr="00CD7A2F">
        <w:trPr>
          <w:trHeight w:val="1100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A40C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53D89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rFonts w:asciiTheme="minorHAnsi" w:hAnsiTheme="minorHAnsi" w:cstheme="minorHAnsi"/>
                <w:noProof/>
                <w:lang w:val="en-GB"/>
              </w:rPr>
            </w:pPr>
            <w:r>
              <w:rPr>
                <w:rFonts w:asciiTheme="minorHAnsi" w:hAnsiTheme="minorHAnsi" w:cstheme="minorHAnsi"/>
                <w:noProof/>
                <w:lang w:val="en-US"/>
              </w:rPr>
              <w:t>Develop guidance on the certification of technical equipment, information systems and technical infrastructure related to MASS in the domain of IALA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67FD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66F8" w14:textId="443400D2" w:rsidR="00CD7A2F" w:rsidRDefault="00632514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On hold</w:t>
            </w:r>
            <w:r w:rsidR="00357A2A">
              <w:rPr>
                <w:rFonts w:asciiTheme="minorHAnsi" w:hAnsiTheme="minorHAnsi" w:cstheme="minorHAnsi"/>
                <w:noProof/>
              </w:rPr>
              <w:t xml:space="preserve"> </w:t>
            </w:r>
          </w:p>
        </w:tc>
        <w:bookmarkEnd w:id="4"/>
      </w:tr>
      <w:tr w:rsidR="00CD7A2F" w14:paraId="50D64DA5" w14:textId="77777777" w:rsidTr="00CD7A2F">
        <w:trPr>
          <w:trHeight w:val="476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EB37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Calibri"/>
                <w:noProof/>
                <w:lang w:val="en-SG"/>
              </w:rPr>
            </w:pPr>
            <w:r>
              <w:rPr>
                <w:noProof/>
                <w:lang w:val="en-SG"/>
              </w:rPr>
              <w:t>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716E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S-212 VTS Digital Service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734E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rFonts w:asciiTheme="minorHAnsi" w:hAnsiTheme="minorHAnsi" w:cstheme="minorHAnsi"/>
                <w:noProof/>
              </w:rPr>
              <w:t>June 2027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53B3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 xml:space="preserve">Publication date of version 1.0 </w:t>
            </w:r>
          </w:p>
          <w:p w14:paraId="352E6B4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Calibr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This PS is covering several Technical Services and the data model might be expanded</w:t>
            </w:r>
          </w:p>
        </w:tc>
      </w:tr>
      <w:tr w:rsidR="00CD7A2F" w14:paraId="280E69B2" w14:textId="77777777" w:rsidTr="00CD7A2F">
        <w:trPr>
          <w:trHeight w:val="554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D9E6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227F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Develop Technical Service Specification for VTS Traffic Clearance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2F23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</w:rPr>
              <w:t>June 2024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2DB2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>Version 1.0 ready for testing</w:t>
            </w:r>
          </w:p>
        </w:tc>
      </w:tr>
      <w:tr w:rsidR="00CD7A2F" w14:paraId="2C8F8634" w14:textId="77777777" w:rsidTr="00CD7A2F">
        <w:trPr>
          <w:trHeight w:val="433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9952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CAC1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Develop Technical Service Specifications for Route Exchange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22EB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</w:rPr>
              <w:t>June 2025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00B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>Version 1.0 ready for testing</w:t>
            </w:r>
          </w:p>
        </w:tc>
      </w:tr>
      <w:tr w:rsidR="00CD7A2F" w14:paraId="16BAE20C" w14:textId="77777777" w:rsidTr="00CD7A2F">
        <w:trPr>
          <w:trHeight w:val="547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C552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6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A9D7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noProof/>
              </w:rPr>
              <w:t>Develop Technical Service Specifications for Under Keel Clearance (UKC)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7CD3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</w:rPr>
              <w:t>Dec 2026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7F7D1" w14:textId="5972F801" w:rsidR="00CD7A2F" w:rsidRDefault="00357A2A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>Publication of version 1.0 for testing</w:t>
            </w:r>
          </w:p>
        </w:tc>
      </w:tr>
      <w:tr w:rsidR="00CD7A2F" w14:paraId="75E91159" w14:textId="77777777" w:rsidTr="00CD7A2F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EA70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7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A61A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noProof/>
              </w:rPr>
              <w:t>Develop Technical Service Specifications for VTS Information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120A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</w:rPr>
              <w:t>June 2027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E9077" w14:textId="2EDEFA9F" w:rsidR="00CD7A2F" w:rsidRDefault="00357A2A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>Publication of version 1.0 for testing</w:t>
            </w:r>
          </w:p>
        </w:tc>
      </w:tr>
      <w:tr w:rsidR="00CD7A2F" w14:paraId="19ADB640" w14:textId="77777777" w:rsidTr="00CD7A2F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B87A9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8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0097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noProof/>
              </w:rPr>
              <w:t>Coordination and combined use of VTS S-100 Technical Services (choreography)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8782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</w:rPr>
              <w:t>Permanent task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6E43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>Covers all tasks regarding the development of Technical Services</w:t>
            </w:r>
          </w:p>
        </w:tc>
      </w:tr>
      <w:tr w:rsidR="00CD7A2F" w14:paraId="41AF802F" w14:textId="77777777" w:rsidTr="00CD7A2F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5656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9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0FEE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S-210 Inter-VTS Exchange Format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0E5B9" w14:textId="5014038A" w:rsidR="00CD7A2F" w:rsidRDefault="003312F0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</w:rPr>
              <w:t>Jun 2028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9CE63" w14:textId="6C2C8050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 xml:space="preserve">Publication of version 1.0 </w:t>
            </w:r>
            <w:r w:rsidR="00357A2A">
              <w:rPr>
                <w:noProof/>
              </w:rPr>
              <w:t>for testing</w:t>
            </w:r>
          </w:p>
        </w:tc>
      </w:tr>
      <w:tr w:rsidR="00CD7A2F" w14:paraId="1D2C82BC" w14:textId="77777777" w:rsidTr="009E2AA0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56B3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10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EABD2" w14:textId="77777777" w:rsidR="00CD7A2F" w:rsidRPr="002404BA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 w:rsidRPr="002404BA">
              <w:rPr>
                <w:noProof/>
              </w:rPr>
              <w:t>Develop guidance on VTS digital communications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7B30" w14:textId="77777777" w:rsidR="00BE775B" w:rsidRPr="00BE775B" w:rsidRDefault="00BE775B" w:rsidP="00BE775B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rPr>
                <w:noProof/>
                <w:lang w:val="en-GB"/>
              </w:rPr>
            </w:pPr>
            <w:r w:rsidRPr="00BE775B">
              <w:rPr>
                <w:noProof/>
                <w:lang w:val="en-GB"/>
              </w:rPr>
              <w:t>Dec 2025</w:t>
            </w:r>
          </w:p>
          <w:p w14:paraId="3892496B" w14:textId="5A892691" w:rsidR="00CD7A2F" w:rsidRDefault="00CD7A2F" w:rsidP="00BE775B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5534" w14:textId="0599C17C" w:rsidR="00CD7A2F" w:rsidRPr="002404BA" w:rsidRDefault="00357A2A" w:rsidP="003312F0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>
              <w:rPr>
                <w:noProof/>
              </w:rPr>
              <w:t>Publication of version 1.0 for testing</w:t>
            </w:r>
            <w:r w:rsidRPr="002404BA">
              <w:rPr>
                <w:noProof/>
              </w:rPr>
              <w:t xml:space="preserve"> </w:t>
            </w:r>
          </w:p>
        </w:tc>
      </w:tr>
      <w:tr w:rsidR="00CD7A2F" w14:paraId="21E8A2DF" w14:textId="77777777" w:rsidTr="009E2AA0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02DC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lastRenderedPageBreak/>
              <w:t>11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91012" w14:textId="77777777" w:rsidR="00CD7A2F" w:rsidRPr="002404BA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 w:rsidRPr="002404BA">
              <w:rPr>
                <w:noProof/>
              </w:rPr>
              <w:t>Develop guidance for digital route exchange within VTS operations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6825" w14:textId="6B7A3D3E" w:rsidR="00CD7A2F" w:rsidRDefault="00BE775B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Dec 2027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129A" w14:textId="76A05483" w:rsidR="00CD7A2F" w:rsidRPr="002404BA" w:rsidRDefault="003312F0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 w:rsidRPr="003312F0">
              <w:rPr>
                <w:noProof/>
              </w:rPr>
              <w:t>Task will be updated in VTS59</w:t>
            </w:r>
          </w:p>
        </w:tc>
      </w:tr>
      <w:tr w:rsidR="00CD7A2F" w14:paraId="74A73FCE" w14:textId="77777777" w:rsidTr="009E2AA0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D017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E9591" w14:textId="77777777" w:rsidR="00CD7A2F" w:rsidRPr="002404BA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  <w:r w:rsidRPr="002404BA">
              <w:rPr>
                <w:noProof/>
                <w:lang w:val="en-US"/>
              </w:rPr>
              <w:t>Proceed with the "living document" on "Future VTS", including emerging technologies and Human Element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930D" w14:textId="4AF8FE3C" w:rsidR="00CD7A2F" w:rsidRDefault="00BE775B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Living document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161D" w14:textId="149DD775" w:rsidR="00CD7A2F" w:rsidRPr="002404BA" w:rsidRDefault="003312F0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  <w:r w:rsidRPr="003312F0">
              <w:rPr>
                <w:noProof/>
              </w:rPr>
              <w:t>Task will be contin</w:t>
            </w:r>
            <w:r w:rsidR="00CD24E4">
              <w:rPr>
                <w:noProof/>
              </w:rPr>
              <w:t>u</w:t>
            </w:r>
            <w:r w:rsidRPr="003312F0">
              <w:rPr>
                <w:noProof/>
              </w:rPr>
              <w:t>ous</w:t>
            </w:r>
            <w:r w:rsidR="00CD24E4">
              <w:rPr>
                <w:noProof/>
              </w:rPr>
              <w:t>ly</w:t>
            </w:r>
            <w:r w:rsidRPr="003312F0">
              <w:rPr>
                <w:noProof/>
              </w:rPr>
              <w:t xml:space="preserve"> updated</w:t>
            </w:r>
          </w:p>
        </w:tc>
      </w:tr>
      <w:tr w:rsidR="00CD7A2F" w14:paraId="31213C2E" w14:textId="77777777" w:rsidTr="00CD7A2F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7C9F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7DA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010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752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</w:p>
        </w:tc>
      </w:tr>
      <w:tr w:rsidR="00CD7A2F" w14:paraId="08AB93C1" w14:textId="77777777" w:rsidTr="00CD7A2F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E7BB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EE8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6883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103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</w:p>
        </w:tc>
      </w:tr>
      <w:tr w:rsidR="00CD7A2F" w14:paraId="354A8D65" w14:textId="77777777" w:rsidTr="00CD7A2F">
        <w:trPr>
          <w:trHeight w:val="555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0061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816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4F3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lang w:val="en-GB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232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</w:rPr>
            </w:pPr>
          </w:p>
        </w:tc>
      </w:tr>
    </w:tbl>
    <w:p w14:paraId="081F1E75" w14:textId="77777777" w:rsidR="00CD7A2F" w:rsidRDefault="00CD7A2F" w:rsidP="00CD7A2F">
      <w:pPr>
        <w:rPr>
          <w:rFonts w:eastAsia="MS Mincho"/>
          <w:noProof/>
          <w:lang w:eastAsia="ja-JP"/>
        </w:rPr>
        <w:sectPr w:rsidR="00CD7A2F" w:rsidSect="00CD7A2F">
          <w:pgSz w:w="11906" w:h="16838"/>
          <w:pgMar w:top="1134" w:right="1134" w:bottom="1134" w:left="1134" w:header="709" w:footer="709" w:gutter="0"/>
          <w:cols w:space="720"/>
        </w:sectPr>
      </w:pPr>
    </w:p>
    <w:p w14:paraId="2CE01BE9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ANNEX B-3</w:t>
      </w:r>
    </w:p>
    <w:p w14:paraId="2C9B9655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67E308CD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published IALA Committee work programme 2023</w:t>
      </w:r>
    </w:p>
    <w:p w14:paraId="0BD59D15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  <w:lang w:val="en-SG"/>
        </w:rPr>
        <w:t>2027 information at IALA website. Subcommittee are welcome to include</w:t>
      </w:r>
      <w:r>
        <w:rPr>
          <w:rFonts w:asciiTheme="minorHAnsi" w:hAnsiTheme="minorHAnsi" w:cstheme="minorHAnsi"/>
          <w:sz w:val="24"/>
          <w:szCs w:val="24"/>
          <w:lang w:val="en-SG"/>
        </w:rPr>
        <w:t xml:space="preserve"> 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additional tasks relevant</w:t>
      </w:r>
    </w:p>
    <w:p w14:paraId="1CF7E4BB" w14:textId="77777777" w:rsidR="00CD7A2F" w:rsidRDefault="00CD7A2F" w:rsidP="00CD7A2F">
      <w:pPr>
        <w:pStyle w:val="List1"/>
        <w:numPr>
          <w:ilvl w:val="0"/>
          <w:numId w:val="0"/>
        </w:numPr>
        <w:tabs>
          <w:tab w:val="left" w:pos="720"/>
        </w:tabs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855"/>
        <w:gridCol w:w="3794"/>
        <w:gridCol w:w="2306"/>
        <w:gridCol w:w="2673"/>
      </w:tblGrid>
      <w:tr w:rsidR="00CD7A2F" w14:paraId="63287D3F" w14:textId="77777777" w:rsidTr="00CD7A2F">
        <w:trPr>
          <w:trHeight w:val="641"/>
          <w:jc w:val="center"/>
        </w:trPr>
        <w:tc>
          <w:tcPr>
            <w:tcW w:w="14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hideMark/>
          </w:tcPr>
          <w:p w14:paraId="6D0E92F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ENG  </w:t>
            </w:r>
          </w:p>
        </w:tc>
      </w:tr>
      <w:tr w:rsidR="00CD7A2F" w14:paraId="72FBD420" w14:textId="77777777" w:rsidTr="00CD7A2F">
        <w:trPr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9B53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A35A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283941B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B524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 xml:space="preserve">Projected Timeline for Completion </w:t>
            </w:r>
          </w:p>
          <w:p w14:paraId="5CB0B2E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D2A5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</w:rPr>
              <w:t>Remarks</w:t>
            </w:r>
          </w:p>
          <w:p w14:paraId="36DDB88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CD7A2F" w14:paraId="4C22E63B" w14:textId="77777777" w:rsidTr="00CD7A2F">
        <w:trPr>
          <w:trHeight w:val="637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5C75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ind w:left="567" w:hanging="567"/>
              <w:jc w:val="center"/>
              <w:rPr>
                <w:rFonts w:ascii="Arial" w:hAnsi="Arial" w:cs="Calibri"/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DF87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  <w:p w14:paraId="7CF1406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SG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57C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964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726D2E0B" w14:textId="77777777" w:rsidTr="00CD7A2F">
        <w:trPr>
          <w:trHeight w:val="69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7529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D0B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A0A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FC4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098D0429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C5EB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9DE0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881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F16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453D6ABE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55E4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AB4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825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E8E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1179337A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4E01A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208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E2F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0A5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779CB5C9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8859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F8F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291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A0F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60778CCC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6D79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2B41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1D3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1D6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2B41CDD6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1578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EC0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77AED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A586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3C9DE137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618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9F1B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9159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C233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411118F6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5C7C9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2FEE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82F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39B2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148D2B6F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7712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CD28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BFA5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F4FC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57659E12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80A8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C8A4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0F1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066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  <w:tr w:rsidR="00CD7A2F" w14:paraId="07EDA089" w14:textId="77777777" w:rsidTr="00CD7A2F">
        <w:trPr>
          <w:trHeight w:val="70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DEDA8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2D0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68FF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  <w:lang w:val="en-GB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E297" w14:textId="77777777" w:rsidR="00CD7A2F" w:rsidRDefault="00CD7A2F">
            <w:pPr>
              <w:pStyle w:val="List1"/>
              <w:numPr>
                <w:ilvl w:val="0"/>
                <w:numId w:val="0"/>
              </w:numPr>
              <w:tabs>
                <w:tab w:val="left" w:pos="720"/>
              </w:tabs>
              <w:rPr>
                <w:noProof/>
                <w:sz w:val="24"/>
                <w:szCs w:val="24"/>
              </w:rPr>
            </w:pPr>
          </w:p>
        </w:tc>
      </w:tr>
    </w:tbl>
    <w:p w14:paraId="42346DFA" w14:textId="77777777" w:rsidR="00CD7A2F" w:rsidRDefault="00CD7A2F" w:rsidP="00CD7A2F">
      <w:pPr>
        <w:rPr>
          <w:rFonts w:eastAsia="MS Mincho"/>
          <w:noProof/>
          <w:lang w:eastAsia="ja-JP"/>
        </w:rPr>
        <w:sectPr w:rsidR="00CD7A2F" w:rsidSect="00CD7A2F">
          <w:pgSz w:w="11906" w:h="16838"/>
          <w:pgMar w:top="1134" w:right="1134" w:bottom="1134" w:left="1134" w:header="709" w:footer="709" w:gutter="0"/>
          <w:cols w:space="720"/>
        </w:sectPr>
      </w:pPr>
    </w:p>
    <w:p w14:paraId="360454A3" w14:textId="77777777" w:rsidR="00CD7A2F" w:rsidRPr="00897004" w:rsidRDefault="00CD7A2F" w:rsidP="00902DAF">
      <w:pPr>
        <w:pStyle w:val="List1"/>
        <w:numPr>
          <w:ilvl w:val="0"/>
          <w:numId w:val="0"/>
        </w:numPr>
        <w:rPr>
          <w:lang w:val="en-GB"/>
        </w:rPr>
      </w:pPr>
    </w:p>
    <w:sectPr w:rsidR="00CD7A2F" w:rsidRPr="00897004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48160" w14:textId="77777777" w:rsidR="006F628C" w:rsidRDefault="006F628C" w:rsidP="002B0236">
      <w:r>
        <w:separator/>
      </w:r>
    </w:p>
  </w:endnote>
  <w:endnote w:type="continuationSeparator" w:id="0">
    <w:p w14:paraId="279D341E" w14:textId="77777777" w:rsidR="006F628C" w:rsidRDefault="006F628C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1E69D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E66E7" w14:textId="20C41AAF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011D0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A0472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0B102" w14:textId="77777777" w:rsidR="006F628C" w:rsidRDefault="006F628C" w:rsidP="002B0236">
      <w:r>
        <w:separator/>
      </w:r>
    </w:p>
  </w:footnote>
  <w:footnote w:type="continuationSeparator" w:id="0">
    <w:p w14:paraId="65DBD5EF" w14:textId="77777777" w:rsidR="006F628C" w:rsidRDefault="006F628C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5EA29" w14:textId="39A4A307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7A4E1" w14:textId="09E5EDF7" w:rsidR="008E7A45" w:rsidRDefault="007E005C" w:rsidP="002B0236">
    <w:pPr>
      <w:pStyle w:val="Header"/>
    </w:pPr>
    <w:r>
      <w:rPr>
        <w:noProof/>
        <w:lang w:val="sv-SE" w:eastAsia="sv-SE"/>
      </w:rPr>
      <w:drawing>
        <wp:inline distT="0" distB="0" distL="0" distR="0" wp14:anchorId="30661779" wp14:editId="27768C02">
          <wp:extent cx="853440" cy="8153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44BE8" w14:textId="6B8A748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97FFD"/>
    <w:multiLevelType w:val="hybridMultilevel"/>
    <w:tmpl w:val="E3C82D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BAA23A1"/>
    <w:multiLevelType w:val="hybridMultilevel"/>
    <w:tmpl w:val="4588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711794C"/>
    <w:multiLevelType w:val="hybridMultilevel"/>
    <w:tmpl w:val="764CB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FA92AAE"/>
    <w:multiLevelType w:val="hybridMultilevel"/>
    <w:tmpl w:val="970C3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C277AE7"/>
    <w:multiLevelType w:val="hybridMultilevel"/>
    <w:tmpl w:val="6BC6F9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62598"/>
    <w:multiLevelType w:val="hybridMultilevel"/>
    <w:tmpl w:val="481A7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664BB"/>
    <w:multiLevelType w:val="multilevel"/>
    <w:tmpl w:val="2BCA5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71683758">
    <w:abstractNumId w:val="12"/>
  </w:num>
  <w:num w:numId="2" w16cid:durableId="1190216763">
    <w:abstractNumId w:val="20"/>
  </w:num>
  <w:num w:numId="3" w16cid:durableId="317659991">
    <w:abstractNumId w:val="12"/>
  </w:num>
  <w:num w:numId="4" w16cid:durableId="1398897796">
    <w:abstractNumId w:val="12"/>
  </w:num>
  <w:num w:numId="5" w16cid:durableId="1246264359">
    <w:abstractNumId w:val="7"/>
  </w:num>
  <w:num w:numId="6" w16cid:durableId="1931310435">
    <w:abstractNumId w:val="15"/>
  </w:num>
  <w:num w:numId="7" w16cid:durableId="1792357121">
    <w:abstractNumId w:val="10"/>
  </w:num>
  <w:num w:numId="8" w16cid:durableId="1647322389">
    <w:abstractNumId w:val="1"/>
  </w:num>
  <w:num w:numId="9" w16cid:durableId="1002125139">
    <w:abstractNumId w:val="6"/>
  </w:num>
  <w:num w:numId="10" w16cid:durableId="1547987077">
    <w:abstractNumId w:val="16"/>
  </w:num>
  <w:num w:numId="11" w16cid:durableId="2001811975">
    <w:abstractNumId w:val="3"/>
  </w:num>
  <w:num w:numId="12" w16cid:durableId="986982428">
    <w:abstractNumId w:val="3"/>
  </w:num>
  <w:num w:numId="13" w16cid:durableId="1235167635">
    <w:abstractNumId w:val="3"/>
  </w:num>
  <w:num w:numId="14" w16cid:durableId="83959112">
    <w:abstractNumId w:val="3"/>
  </w:num>
  <w:num w:numId="15" w16cid:durableId="730925725">
    <w:abstractNumId w:val="3"/>
  </w:num>
  <w:num w:numId="16" w16cid:durableId="1248345021">
    <w:abstractNumId w:val="8"/>
  </w:num>
  <w:num w:numId="17" w16cid:durableId="1778063283">
    <w:abstractNumId w:val="19"/>
  </w:num>
  <w:num w:numId="18" w16cid:durableId="1605763642">
    <w:abstractNumId w:val="4"/>
  </w:num>
  <w:num w:numId="19" w16cid:durableId="1432166389">
    <w:abstractNumId w:val="17"/>
  </w:num>
  <w:num w:numId="20" w16cid:durableId="558827708">
    <w:abstractNumId w:val="11"/>
  </w:num>
  <w:num w:numId="21" w16cid:durableId="1784767822">
    <w:abstractNumId w:val="8"/>
  </w:num>
  <w:num w:numId="22" w16cid:durableId="1991514497">
    <w:abstractNumId w:val="8"/>
  </w:num>
  <w:num w:numId="23" w16cid:durableId="697900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5482344">
    <w:abstractNumId w:val="9"/>
  </w:num>
  <w:num w:numId="25" w16cid:durableId="1482889050">
    <w:abstractNumId w:val="2"/>
  </w:num>
  <w:num w:numId="26" w16cid:durableId="2027513149">
    <w:abstractNumId w:val="18"/>
  </w:num>
  <w:num w:numId="27" w16cid:durableId="304284532">
    <w:abstractNumId w:val="13"/>
  </w:num>
  <w:num w:numId="28" w16cid:durableId="525876614">
    <w:abstractNumId w:val="0"/>
  </w:num>
  <w:num w:numId="29" w16cid:durableId="746272993">
    <w:abstractNumId w:val="5"/>
  </w:num>
  <w:num w:numId="30" w16cid:durableId="1184324314">
    <w:abstractNumId w:val="14"/>
  </w:num>
  <w:num w:numId="31" w16cid:durableId="402456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704"/>
    <w:rsid w:val="00002906"/>
    <w:rsid w:val="00022896"/>
    <w:rsid w:val="00025725"/>
    <w:rsid w:val="000272EF"/>
    <w:rsid w:val="00031A92"/>
    <w:rsid w:val="000348ED"/>
    <w:rsid w:val="00036801"/>
    <w:rsid w:val="00050DA7"/>
    <w:rsid w:val="00070608"/>
    <w:rsid w:val="0007444E"/>
    <w:rsid w:val="0007567C"/>
    <w:rsid w:val="00080DA7"/>
    <w:rsid w:val="00081CA2"/>
    <w:rsid w:val="000A5A01"/>
    <w:rsid w:val="000B46BB"/>
    <w:rsid w:val="000B5B0C"/>
    <w:rsid w:val="000C1673"/>
    <w:rsid w:val="00102704"/>
    <w:rsid w:val="00120BA4"/>
    <w:rsid w:val="00133078"/>
    <w:rsid w:val="00135447"/>
    <w:rsid w:val="001365AE"/>
    <w:rsid w:val="00152273"/>
    <w:rsid w:val="00170B5F"/>
    <w:rsid w:val="001A0AAF"/>
    <w:rsid w:val="001A654A"/>
    <w:rsid w:val="001B1203"/>
    <w:rsid w:val="001C54E9"/>
    <w:rsid w:val="001C74CF"/>
    <w:rsid w:val="001D183F"/>
    <w:rsid w:val="00200F6A"/>
    <w:rsid w:val="002105EF"/>
    <w:rsid w:val="00217F14"/>
    <w:rsid w:val="0022775A"/>
    <w:rsid w:val="002279AC"/>
    <w:rsid w:val="002311D3"/>
    <w:rsid w:val="00236D68"/>
    <w:rsid w:val="002404BA"/>
    <w:rsid w:val="002408EB"/>
    <w:rsid w:val="00243F48"/>
    <w:rsid w:val="0025524C"/>
    <w:rsid w:val="00286ED0"/>
    <w:rsid w:val="002B0236"/>
    <w:rsid w:val="002C200C"/>
    <w:rsid w:val="002D0F52"/>
    <w:rsid w:val="002F3978"/>
    <w:rsid w:val="003079F1"/>
    <w:rsid w:val="00314CB0"/>
    <w:rsid w:val="00314EB7"/>
    <w:rsid w:val="0032296F"/>
    <w:rsid w:val="003312F0"/>
    <w:rsid w:val="00336512"/>
    <w:rsid w:val="00357A2A"/>
    <w:rsid w:val="00360017"/>
    <w:rsid w:val="00365F72"/>
    <w:rsid w:val="003745CB"/>
    <w:rsid w:val="00381677"/>
    <w:rsid w:val="00385439"/>
    <w:rsid w:val="00385F4C"/>
    <w:rsid w:val="00392CC7"/>
    <w:rsid w:val="003C0608"/>
    <w:rsid w:val="003C13CD"/>
    <w:rsid w:val="003C5715"/>
    <w:rsid w:val="003D55DD"/>
    <w:rsid w:val="003E1831"/>
    <w:rsid w:val="003E31C0"/>
    <w:rsid w:val="004008D0"/>
    <w:rsid w:val="00404313"/>
    <w:rsid w:val="00422945"/>
    <w:rsid w:val="00424954"/>
    <w:rsid w:val="00430C70"/>
    <w:rsid w:val="00432ECE"/>
    <w:rsid w:val="00440E15"/>
    <w:rsid w:val="00453BFA"/>
    <w:rsid w:val="004550C2"/>
    <w:rsid w:val="00464C66"/>
    <w:rsid w:val="00477A91"/>
    <w:rsid w:val="004968FA"/>
    <w:rsid w:val="004A359F"/>
    <w:rsid w:val="004B216A"/>
    <w:rsid w:val="004B4574"/>
    <w:rsid w:val="004B7DEA"/>
    <w:rsid w:val="004C1386"/>
    <w:rsid w:val="004C220D"/>
    <w:rsid w:val="004C2324"/>
    <w:rsid w:val="00507692"/>
    <w:rsid w:val="00513459"/>
    <w:rsid w:val="00526766"/>
    <w:rsid w:val="00546E4B"/>
    <w:rsid w:val="00581666"/>
    <w:rsid w:val="00581FB6"/>
    <w:rsid w:val="005A7EA5"/>
    <w:rsid w:val="005D05AC"/>
    <w:rsid w:val="005D6DB3"/>
    <w:rsid w:val="005F0001"/>
    <w:rsid w:val="005F40B6"/>
    <w:rsid w:val="00622F70"/>
    <w:rsid w:val="006309A0"/>
    <w:rsid w:val="00630F7F"/>
    <w:rsid w:val="00632514"/>
    <w:rsid w:val="00635710"/>
    <w:rsid w:val="0064435F"/>
    <w:rsid w:val="00646520"/>
    <w:rsid w:val="00646720"/>
    <w:rsid w:val="00651409"/>
    <w:rsid w:val="0066517C"/>
    <w:rsid w:val="00666E9C"/>
    <w:rsid w:val="006855B1"/>
    <w:rsid w:val="006A6E96"/>
    <w:rsid w:val="006B5BA5"/>
    <w:rsid w:val="006D05E6"/>
    <w:rsid w:val="006D470F"/>
    <w:rsid w:val="006E7835"/>
    <w:rsid w:val="006F259F"/>
    <w:rsid w:val="006F628C"/>
    <w:rsid w:val="00705AA1"/>
    <w:rsid w:val="00724A4A"/>
    <w:rsid w:val="00727E88"/>
    <w:rsid w:val="007334F3"/>
    <w:rsid w:val="007427B9"/>
    <w:rsid w:val="00743232"/>
    <w:rsid w:val="007449ED"/>
    <w:rsid w:val="00754A9D"/>
    <w:rsid w:val="0075519B"/>
    <w:rsid w:val="00755327"/>
    <w:rsid w:val="007714A0"/>
    <w:rsid w:val="00771F66"/>
    <w:rsid w:val="00775878"/>
    <w:rsid w:val="00797EDB"/>
    <w:rsid w:val="007A2D54"/>
    <w:rsid w:val="007A425F"/>
    <w:rsid w:val="007A642A"/>
    <w:rsid w:val="007C1925"/>
    <w:rsid w:val="007C467C"/>
    <w:rsid w:val="007C705A"/>
    <w:rsid w:val="007E005C"/>
    <w:rsid w:val="007F087F"/>
    <w:rsid w:val="007F4092"/>
    <w:rsid w:val="0080092C"/>
    <w:rsid w:val="00811F3B"/>
    <w:rsid w:val="00830AB0"/>
    <w:rsid w:val="00850E6C"/>
    <w:rsid w:val="0086571B"/>
    <w:rsid w:val="0087052E"/>
    <w:rsid w:val="00872453"/>
    <w:rsid w:val="00897004"/>
    <w:rsid w:val="008A2B79"/>
    <w:rsid w:val="008B3B08"/>
    <w:rsid w:val="008D163C"/>
    <w:rsid w:val="008E066A"/>
    <w:rsid w:val="008E7A45"/>
    <w:rsid w:val="008F13DD"/>
    <w:rsid w:val="008F4DC3"/>
    <w:rsid w:val="009028B1"/>
    <w:rsid w:val="00902AA4"/>
    <w:rsid w:val="00902DAF"/>
    <w:rsid w:val="00906239"/>
    <w:rsid w:val="00907098"/>
    <w:rsid w:val="00907D8D"/>
    <w:rsid w:val="00920D4A"/>
    <w:rsid w:val="0092770A"/>
    <w:rsid w:val="0095338F"/>
    <w:rsid w:val="00955DBE"/>
    <w:rsid w:val="00966E35"/>
    <w:rsid w:val="009C4FD4"/>
    <w:rsid w:val="009E2AA0"/>
    <w:rsid w:val="009E73AA"/>
    <w:rsid w:val="009F3B6C"/>
    <w:rsid w:val="009F5C36"/>
    <w:rsid w:val="00A12A18"/>
    <w:rsid w:val="00A27F12"/>
    <w:rsid w:val="00A30579"/>
    <w:rsid w:val="00A337D0"/>
    <w:rsid w:val="00A34BDF"/>
    <w:rsid w:val="00A60759"/>
    <w:rsid w:val="00A7015A"/>
    <w:rsid w:val="00AA2626"/>
    <w:rsid w:val="00AA6E5C"/>
    <w:rsid w:val="00AA76C0"/>
    <w:rsid w:val="00AC1F4D"/>
    <w:rsid w:val="00AC4141"/>
    <w:rsid w:val="00AC5FF4"/>
    <w:rsid w:val="00AC6B88"/>
    <w:rsid w:val="00AD3C44"/>
    <w:rsid w:val="00AE3F7E"/>
    <w:rsid w:val="00AF4618"/>
    <w:rsid w:val="00B011D0"/>
    <w:rsid w:val="00B06F75"/>
    <w:rsid w:val="00B077EC"/>
    <w:rsid w:val="00B15589"/>
    <w:rsid w:val="00B15B24"/>
    <w:rsid w:val="00B428DA"/>
    <w:rsid w:val="00B46898"/>
    <w:rsid w:val="00B506CA"/>
    <w:rsid w:val="00B8247E"/>
    <w:rsid w:val="00B85CAE"/>
    <w:rsid w:val="00B94426"/>
    <w:rsid w:val="00BB130D"/>
    <w:rsid w:val="00BC0E97"/>
    <w:rsid w:val="00BC4ABE"/>
    <w:rsid w:val="00BD1850"/>
    <w:rsid w:val="00BE56DF"/>
    <w:rsid w:val="00BE775B"/>
    <w:rsid w:val="00BF1DD7"/>
    <w:rsid w:val="00BF3AC7"/>
    <w:rsid w:val="00C02838"/>
    <w:rsid w:val="00C17E88"/>
    <w:rsid w:val="00C265EE"/>
    <w:rsid w:val="00C32DC0"/>
    <w:rsid w:val="00C37CB8"/>
    <w:rsid w:val="00C678EB"/>
    <w:rsid w:val="00C77BFB"/>
    <w:rsid w:val="00C8796C"/>
    <w:rsid w:val="00C97BF9"/>
    <w:rsid w:val="00CA04AF"/>
    <w:rsid w:val="00CA2BD8"/>
    <w:rsid w:val="00CD0C20"/>
    <w:rsid w:val="00CD24E4"/>
    <w:rsid w:val="00CD7A2F"/>
    <w:rsid w:val="00CE6368"/>
    <w:rsid w:val="00D0717B"/>
    <w:rsid w:val="00D171F6"/>
    <w:rsid w:val="00D5217B"/>
    <w:rsid w:val="00D645C0"/>
    <w:rsid w:val="00D953EC"/>
    <w:rsid w:val="00DA182C"/>
    <w:rsid w:val="00DA3636"/>
    <w:rsid w:val="00DA5BD8"/>
    <w:rsid w:val="00DC67A9"/>
    <w:rsid w:val="00DD504A"/>
    <w:rsid w:val="00DE5081"/>
    <w:rsid w:val="00DF4D59"/>
    <w:rsid w:val="00DF6805"/>
    <w:rsid w:val="00E056C6"/>
    <w:rsid w:val="00E06892"/>
    <w:rsid w:val="00E13FDE"/>
    <w:rsid w:val="00E178C5"/>
    <w:rsid w:val="00E34CCD"/>
    <w:rsid w:val="00E37A5D"/>
    <w:rsid w:val="00E42179"/>
    <w:rsid w:val="00E53C7F"/>
    <w:rsid w:val="00E729A7"/>
    <w:rsid w:val="00E93C9B"/>
    <w:rsid w:val="00EA4A2C"/>
    <w:rsid w:val="00EA6555"/>
    <w:rsid w:val="00EB056A"/>
    <w:rsid w:val="00EB2CC6"/>
    <w:rsid w:val="00EB45B0"/>
    <w:rsid w:val="00EE3E47"/>
    <w:rsid w:val="00EE3F2F"/>
    <w:rsid w:val="00EE6D0A"/>
    <w:rsid w:val="00F0533E"/>
    <w:rsid w:val="00F05870"/>
    <w:rsid w:val="00F06F83"/>
    <w:rsid w:val="00F32E15"/>
    <w:rsid w:val="00F73F78"/>
    <w:rsid w:val="00F81FF4"/>
    <w:rsid w:val="00F85CFF"/>
    <w:rsid w:val="00F87159"/>
    <w:rsid w:val="00FA5842"/>
    <w:rsid w:val="00FA6769"/>
    <w:rsid w:val="00FC74C8"/>
    <w:rsid w:val="00FC7A3B"/>
    <w:rsid w:val="00FD03CA"/>
    <w:rsid w:val="00FE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25BFE8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Strong" w:uiPriority="22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7449E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1850"/>
    <w:rPr>
      <w:b/>
      <w:bCs/>
    </w:rPr>
  </w:style>
  <w:style w:type="character" w:styleId="CommentReference">
    <w:name w:val="annotation reference"/>
    <w:basedOn w:val="DefaultParagraphFont"/>
    <w:rsid w:val="00D645C0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45C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645C0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64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45C0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645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645C0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8A2B79"/>
    <w:rPr>
      <w:rFonts w:ascii="Calibri" w:hAnsi="Calibri"/>
      <w:sz w:val="22"/>
      <w:lang w:val="en-GB" w:eastAsia="en-US"/>
    </w:rPr>
  </w:style>
  <w:style w:type="table" w:styleId="TableGrid">
    <w:name w:val="Table Grid"/>
    <w:basedOn w:val="TableNormal"/>
    <w:uiPriority w:val="59"/>
    <w:rsid w:val="00CD7A2F"/>
    <w:rPr>
      <w:rFonts w:ascii="Calibri" w:eastAsia="Calibri" w:hAnsi="Calibri"/>
      <w:lang w:val="en-GB" w:eastAsia="en-GB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8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B32919-DB2A-4DD2-B897-147856C80BE8}">
  <ds:schemaRefs>
    <ds:schemaRef ds:uri="http://schemas.microsoft.com/office/2006/metadata/properties"/>
    <ds:schemaRef ds:uri="http://schemas.microsoft.com/office/infopath/2007/PartnerControls"/>
    <ds:schemaRef ds:uri="d28ec9c1-bfc1-409f-9a28-72abbcb0f7a8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A223DDD5-4279-4905-86C1-F1CBA7884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DA62A-8C49-4BE3-BB81-C73A183E3F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6</Pages>
  <Words>727</Words>
  <Characters>4045</Characters>
  <Application>Microsoft Office Word</Application>
  <DocSecurity>0</DocSecurity>
  <Lines>311</Lines>
  <Paragraphs>183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4</cp:revision>
  <cp:lastPrinted>2006-10-19T11:49:00Z</cp:lastPrinted>
  <dcterms:created xsi:type="dcterms:W3CDTF">2025-09-26T07:05:00Z</dcterms:created>
  <dcterms:modified xsi:type="dcterms:W3CDTF">2025-09-26T10:03:00Z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SetDate">
    <vt:lpwstr>2025-09-23T09:00:08Z</vt:lpwstr>
  </property>
  <property fmtid="{D5CDD505-2E9C-101B-9397-08002B2CF9AE}" pid="6" name="MSIP_Label_c8b443ca-c1bb-4c68-942c-da1c759dcae1_Method">
    <vt:lpwstr>Standard</vt:lpwstr>
  </property>
  <property fmtid="{D5CDD505-2E9C-101B-9397-08002B2CF9AE}" pid="7" name="MSIP_Label_c8b443ca-c1bb-4c68-942c-da1c759dcae1_Name">
    <vt:lpwstr>c8b443ca-c1bb-4c68-942c-da1c759dcae1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MSIP_Label_c8b443ca-c1bb-4c68-942c-da1c759dcae1_ActionId">
    <vt:lpwstr>cec242b9-fb86-4d3e-8130-e3d3741fdf26</vt:lpwstr>
  </property>
  <property fmtid="{D5CDD505-2E9C-101B-9397-08002B2CF9AE}" pid="10" name="MSIP_Label_c8b443ca-c1bb-4c68-942c-da1c759dcae1_ContentBits">
    <vt:lpwstr>0</vt:lpwstr>
  </property>
  <property fmtid="{D5CDD505-2E9C-101B-9397-08002B2CF9AE}" pid="11" name="MSIP_Label_c8b443ca-c1bb-4c68-942c-da1c759dcae1_Tag">
    <vt:lpwstr>10, 3, 0, 1</vt:lpwstr>
  </property>
  <property fmtid="{D5CDD505-2E9C-101B-9397-08002B2CF9AE}" pid="12" name="GrammarlyDocumentId">
    <vt:lpwstr>a35fc04c-b8fe-4682-a11c-b50bbf32c29e</vt:lpwstr>
  </property>
</Properties>
</file>